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18D13" w14:textId="452D8DBA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>Smlouvy o dílo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840CA7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57D670F" w:rsidR="00DD29C3" w:rsidRPr="001B629E" w:rsidRDefault="00EF419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46805F9" w:rsidR="00DD29C3" w:rsidRPr="001B629E" w:rsidRDefault="00EF4199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C7CD240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F4199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3AC8CA5D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074AD8A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5CF7E12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1F253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021FD" w14:textId="77777777" w:rsidR="001F2534" w:rsidRDefault="001F2534" w:rsidP="00962258">
      <w:pPr>
        <w:spacing w:after="0" w:line="240" w:lineRule="auto"/>
      </w:pPr>
      <w:r>
        <w:separator/>
      </w:r>
    </w:p>
  </w:endnote>
  <w:endnote w:type="continuationSeparator" w:id="0">
    <w:p w14:paraId="05AD80FB" w14:textId="77777777" w:rsidR="001F2534" w:rsidRDefault="001F25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DC87E3A" w14:textId="77777777" w:rsidR="00E142D9" w:rsidRDefault="00E142D9" w:rsidP="00E142D9">
          <w:pPr>
            <w:pStyle w:val="Zpat"/>
          </w:pPr>
          <w:r>
            <w:t>Oblastní ředitelství Ústí nad Labem</w:t>
          </w:r>
        </w:p>
        <w:p w14:paraId="5F9F1F28" w14:textId="77777777" w:rsidR="00E142D9" w:rsidRDefault="00E142D9" w:rsidP="00E142D9">
          <w:pPr>
            <w:pStyle w:val="Zpat"/>
          </w:pPr>
          <w:r>
            <w:t>Železničářská 1386/31</w:t>
          </w:r>
        </w:p>
        <w:p w14:paraId="44F720C3" w14:textId="767B2230" w:rsidR="00F1715C" w:rsidRDefault="00E142D9" w:rsidP="00E142D9">
          <w:pPr>
            <w:pStyle w:val="Zpat"/>
          </w:pPr>
          <w:r>
            <w:t>400 03 Ústí nad Labem</w:t>
          </w: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EC842" w14:textId="77777777" w:rsidR="001F2534" w:rsidRDefault="001F2534" w:rsidP="00962258">
      <w:pPr>
        <w:spacing w:after="0" w:line="240" w:lineRule="auto"/>
      </w:pPr>
      <w:r>
        <w:separator/>
      </w:r>
    </w:p>
  </w:footnote>
  <w:footnote w:type="continuationSeparator" w:id="0">
    <w:p w14:paraId="1CF080BE" w14:textId="77777777" w:rsidR="001F2534" w:rsidRDefault="001F25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1F2534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214C0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1C8B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CA7"/>
    <w:rsid w:val="008524E8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556D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142D9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556D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D84A74-C012-4783-9DB9-D63F16B77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7</cp:revision>
  <cp:lastPrinted>2017-11-28T17:18:00Z</cp:lastPrinted>
  <dcterms:created xsi:type="dcterms:W3CDTF">2024-01-25T09:32:00Z</dcterms:created>
  <dcterms:modified xsi:type="dcterms:W3CDTF">2024-05-23T11:27:00Z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